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2A29" w14:textId="70D7557E" w:rsidR="00B64DE8" w:rsidRDefault="00B64DE8" w:rsidP="00386CFD">
      <w:pPr>
        <w:suppressAutoHyphens/>
        <w:autoSpaceDE w:val="0"/>
        <w:autoSpaceDN w:val="0"/>
        <w:jc w:val="left"/>
        <w:textAlignment w:val="baseline"/>
        <w:rPr>
          <w:rFonts w:ascii="ＭＳ ゴシック" w:eastAsia="ＭＳ ゴシック" w:hAnsi="ＭＳ ゴシック" w:cs="ＭＳ ゴシック"/>
          <w:kern w:val="0"/>
          <w:szCs w:val="21"/>
        </w:rPr>
      </w:pPr>
      <w:r w:rsidRPr="003C38BD">
        <w:rPr>
          <w:rFonts w:ascii="ＭＳ ゴシック" w:eastAsia="ＭＳ ゴシック" w:hAnsi="ＭＳ ゴシック" w:cs="ＭＳ ゴシック" w:hint="eastAsia"/>
          <w:kern w:val="0"/>
          <w:szCs w:val="21"/>
        </w:rPr>
        <w:t>別記様式第</w:t>
      </w:r>
      <w:r w:rsidR="006515A8" w:rsidRPr="003C38BD">
        <w:rPr>
          <w:rFonts w:ascii="ＭＳ ゴシック" w:eastAsia="ＭＳ ゴシック" w:hAnsi="ＭＳ ゴシック" w:cs="ＭＳ ゴシック" w:hint="eastAsia"/>
          <w:kern w:val="0"/>
          <w:szCs w:val="21"/>
        </w:rPr>
        <w:t>１</w:t>
      </w:r>
    </w:p>
    <w:p w14:paraId="76591FD6" w14:textId="77777777" w:rsidR="00864EFD" w:rsidRPr="003C38BD" w:rsidRDefault="00864EFD" w:rsidP="00386CFD">
      <w:pPr>
        <w:suppressAutoHyphens/>
        <w:autoSpaceDE w:val="0"/>
        <w:autoSpaceDN w:val="0"/>
        <w:jc w:val="left"/>
        <w:textAlignment w:val="baseline"/>
        <w:rPr>
          <w:rFonts w:ascii="ＭＳ ゴシック" w:eastAsia="ＭＳ ゴシック" w:hAnsi="ＭＳ ゴシック"/>
          <w:szCs w:val="21"/>
        </w:rPr>
      </w:pPr>
    </w:p>
    <w:p w14:paraId="542756BF" w14:textId="119ABB46" w:rsidR="00B64DE8" w:rsidRPr="003C38BD" w:rsidRDefault="00A57F74" w:rsidP="00864EFD">
      <w:pPr>
        <w:jc w:val="center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令和７年度</w:t>
      </w:r>
      <w:r w:rsidR="00864EFD" w:rsidRPr="00463652">
        <w:rPr>
          <w:rFonts w:ascii="ＭＳ 明朝" w:hAnsi="ＭＳ 明朝" w:cs="ＭＳ 明朝" w:hint="eastAsia"/>
          <w:kern w:val="0"/>
          <w:szCs w:val="21"/>
        </w:rPr>
        <w:t>栃木県介護テクノロジー定着支援事業費補助金</w:t>
      </w:r>
      <w:r w:rsidR="00864EFD" w:rsidRPr="003C38BD">
        <w:rPr>
          <w:rFonts w:ascii="ＭＳ 明朝" w:hAnsi="ＭＳ 明朝" w:cs="ＭＳ 明朝" w:hint="eastAsia"/>
          <w:kern w:val="0"/>
          <w:szCs w:val="21"/>
        </w:rPr>
        <w:t>交付申請書</w:t>
      </w:r>
    </w:p>
    <w:p w14:paraId="0437AD7D" w14:textId="77777777" w:rsidR="00B64DE8" w:rsidRPr="003C38BD" w:rsidRDefault="00B64DE8" w:rsidP="00B64DE8">
      <w:pPr>
        <w:ind w:right="856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67074E8D" w14:textId="77777777" w:rsidR="00B64DE8" w:rsidRPr="003C38BD" w:rsidRDefault="00B64DE8" w:rsidP="0015307D">
      <w:pPr>
        <w:ind w:rightChars="100" w:right="227"/>
        <w:jc w:val="righ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3C38BD">
        <w:rPr>
          <w:rFonts w:ascii="ＭＳ 明朝" w:hAnsi="ＭＳ 明朝" w:cs="ＭＳ 明朝" w:hint="eastAsia"/>
          <w:kern w:val="0"/>
          <w:szCs w:val="21"/>
        </w:rPr>
        <w:t>第　　　号</w:t>
      </w:r>
    </w:p>
    <w:p w14:paraId="1E5D75A1" w14:textId="77777777" w:rsidR="00B64DE8" w:rsidRPr="003C38BD" w:rsidRDefault="00463652" w:rsidP="0015307D">
      <w:pPr>
        <w:ind w:rightChars="100" w:right="227"/>
        <w:jc w:val="right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令和</w:t>
      </w:r>
      <w:r w:rsidR="00A57F74">
        <w:rPr>
          <w:rFonts w:ascii="ＭＳ 明朝" w:hAnsi="ＭＳ 明朝" w:cs="ＭＳ 明朝" w:hint="eastAsia"/>
          <w:kern w:val="0"/>
          <w:szCs w:val="21"/>
        </w:rPr>
        <w:t>７(2025)</w:t>
      </w:r>
      <w:r w:rsidR="00B64DE8" w:rsidRPr="003C38BD">
        <w:rPr>
          <w:rFonts w:ascii="ＭＳ 明朝" w:hAnsi="ＭＳ 明朝" w:cs="ＭＳ 明朝" w:hint="eastAsia"/>
          <w:kern w:val="0"/>
          <w:szCs w:val="21"/>
        </w:rPr>
        <w:t>年　月　　日</w:t>
      </w:r>
    </w:p>
    <w:p w14:paraId="02766561" w14:textId="77777777" w:rsidR="00B64DE8" w:rsidRPr="003C38BD" w:rsidRDefault="00B64DE8" w:rsidP="00B64DE8">
      <w:pPr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131BDD15" w14:textId="77777777" w:rsidR="00B64DE8" w:rsidRPr="003C38BD" w:rsidRDefault="00B64DE8" w:rsidP="00B64DE8">
      <w:pPr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2EFD33DE" w14:textId="77777777" w:rsidR="00B64DE8" w:rsidRPr="003C38BD" w:rsidRDefault="00B64DE8" w:rsidP="00B64DE8">
      <w:pPr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3C38BD">
        <w:rPr>
          <w:rFonts w:ascii="ＭＳ 明朝" w:hAnsi="ＭＳ 明朝" w:cs="ＭＳ 明朝" w:hint="eastAsia"/>
          <w:kern w:val="0"/>
          <w:szCs w:val="21"/>
        </w:rPr>
        <w:t xml:space="preserve">　栃木県知事　様</w:t>
      </w:r>
    </w:p>
    <w:p w14:paraId="42BB8FD5" w14:textId="77777777" w:rsidR="00BB5C49" w:rsidRPr="003C38BD" w:rsidRDefault="00BB5C49" w:rsidP="00BB5C49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3089C375" w14:textId="77777777" w:rsidR="00BB5C49" w:rsidRPr="003C38BD" w:rsidRDefault="00BB5C49" w:rsidP="00BB5C49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301C3A9E" w14:textId="77777777" w:rsidR="00BB5C49" w:rsidRPr="003C38BD" w:rsidRDefault="00463652" w:rsidP="00463652">
      <w:pPr>
        <w:overflowPunct w:val="0"/>
        <w:ind w:leftChars="2123" w:left="4814"/>
        <w:jc w:val="left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hint="eastAsia"/>
          <w:spacing w:val="2"/>
          <w:kern w:val="0"/>
          <w:szCs w:val="21"/>
        </w:rPr>
        <w:t>（申請者）</w:t>
      </w:r>
    </w:p>
    <w:p w14:paraId="46019471" w14:textId="77777777" w:rsidR="00BB5C49" w:rsidRPr="003C38BD" w:rsidRDefault="00463652" w:rsidP="00463652">
      <w:pPr>
        <w:wordWrap w:val="0"/>
        <w:ind w:rightChars="100" w:right="227" w:firstLineChars="2248" w:firstLine="5097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法人</w:t>
      </w:r>
      <w:r w:rsidR="00BB5C49" w:rsidRPr="003C38BD">
        <w:rPr>
          <w:rFonts w:ascii="ＭＳ 明朝" w:hAnsi="ＭＳ 明朝" w:cs="ＭＳ 明朝" w:hint="eastAsia"/>
          <w:kern w:val="0"/>
          <w:szCs w:val="21"/>
        </w:rPr>
        <w:t>住所</w:t>
      </w:r>
    </w:p>
    <w:p w14:paraId="45A8931C" w14:textId="77777777" w:rsidR="00BB5C49" w:rsidRDefault="00463652" w:rsidP="00463652">
      <w:pPr>
        <w:wordWrap w:val="0"/>
        <w:ind w:rightChars="100" w:right="227" w:firstLineChars="2248" w:firstLine="5097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法人</w:t>
      </w:r>
      <w:r w:rsidR="007812FB" w:rsidRPr="003C38BD">
        <w:rPr>
          <w:rFonts w:ascii="ＭＳ 明朝" w:hAnsi="ＭＳ 明朝" w:cs="ＭＳ 明朝" w:hint="eastAsia"/>
          <w:kern w:val="0"/>
          <w:szCs w:val="21"/>
        </w:rPr>
        <w:t>名称</w:t>
      </w:r>
    </w:p>
    <w:p w14:paraId="4A1FD4D0" w14:textId="2FAF828A" w:rsidR="00AF168C" w:rsidRPr="003C38BD" w:rsidRDefault="00BB5C49" w:rsidP="00463652">
      <w:pPr>
        <w:tabs>
          <w:tab w:val="left" w:pos="8647"/>
        </w:tabs>
        <w:wordWrap w:val="0"/>
        <w:ind w:rightChars="61" w:right="138" w:firstLineChars="2248" w:firstLine="5097"/>
        <w:textAlignment w:val="baseline"/>
        <w:rPr>
          <w:rFonts w:ascii="ＭＳ 明朝" w:hAnsi="ＭＳ 明朝" w:cs="ＭＳ 明朝"/>
          <w:kern w:val="0"/>
          <w:szCs w:val="21"/>
        </w:rPr>
      </w:pPr>
      <w:r w:rsidRPr="003C38BD">
        <w:rPr>
          <w:rFonts w:ascii="ＭＳ 明朝" w:hAnsi="ＭＳ 明朝" w:cs="ＭＳ 明朝" w:hint="eastAsia"/>
          <w:kern w:val="0"/>
          <w:szCs w:val="21"/>
        </w:rPr>
        <w:t>代表者名</w:t>
      </w:r>
    </w:p>
    <w:p w14:paraId="42341CE2" w14:textId="77777777" w:rsidR="00BB5C49" w:rsidRPr="003C38BD" w:rsidRDefault="00BB5C49" w:rsidP="00BB5C49">
      <w:pPr>
        <w:textAlignment w:val="baseline"/>
        <w:rPr>
          <w:rFonts w:ascii="ＭＳ 明朝" w:hAnsi="ＭＳ 明朝" w:cs="ＭＳ 明朝"/>
          <w:kern w:val="0"/>
          <w:szCs w:val="21"/>
        </w:rPr>
      </w:pPr>
    </w:p>
    <w:p w14:paraId="6444E477" w14:textId="4497355C" w:rsidR="00B64DE8" w:rsidRPr="003C38BD" w:rsidRDefault="00B64DE8" w:rsidP="00BB5C49">
      <w:pPr>
        <w:textAlignment w:val="baseline"/>
        <w:rPr>
          <w:rFonts w:ascii="ＭＳ 明朝" w:hAnsi="ＭＳ 明朝"/>
          <w:szCs w:val="21"/>
        </w:rPr>
      </w:pPr>
      <w:r w:rsidRPr="003C38BD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A57F74">
        <w:rPr>
          <w:rFonts w:ascii="ＭＳ 明朝" w:hAnsi="ＭＳ 明朝" w:cs="ＭＳ 明朝" w:hint="eastAsia"/>
          <w:kern w:val="0"/>
          <w:szCs w:val="21"/>
        </w:rPr>
        <w:t>令和７年度</w:t>
      </w:r>
      <w:r w:rsidR="00463652">
        <w:rPr>
          <w:rFonts w:ascii="ＭＳ 明朝" w:hAnsi="ＭＳ 明朝" w:cs="ＭＳ 明朝" w:hint="eastAsia"/>
          <w:kern w:val="0"/>
          <w:szCs w:val="21"/>
        </w:rPr>
        <w:t>栃木県介護テクノロジー定着支援事業費補助金</w:t>
      </w:r>
      <w:r w:rsidR="00A214C8">
        <w:rPr>
          <w:rFonts w:ascii="ＭＳ 明朝" w:hAnsi="ＭＳ 明朝" w:cs="ＭＳ 明朝" w:hint="eastAsia"/>
          <w:kern w:val="0"/>
          <w:szCs w:val="21"/>
        </w:rPr>
        <w:t>を</w:t>
      </w:r>
      <w:r w:rsidR="00BE61F9">
        <w:rPr>
          <w:rFonts w:ascii="ＭＳ 明朝" w:hAnsi="ＭＳ 明朝" w:cs="ＭＳ 明朝" w:hint="eastAsia"/>
          <w:kern w:val="0"/>
          <w:szCs w:val="21"/>
        </w:rPr>
        <w:t>交付</w:t>
      </w:r>
      <w:r w:rsidR="00A214C8">
        <w:rPr>
          <w:rFonts w:ascii="ＭＳ 明朝" w:hAnsi="ＭＳ 明朝" w:cs="ＭＳ 明朝" w:hint="eastAsia"/>
          <w:kern w:val="0"/>
          <w:szCs w:val="21"/>
        </w:rPr>
        <w:t>されるよう</w:t>
      </w:r>
      <w:r w:rsidR="00BE61F9">
        <w:rPr>
          <w:rFonts w:ascii="ＭＳ 明朝" w:hAnsi="ＭＳ 明朝" w:cs="ＭＳ 明朝" w:hint="eastAsia"/>
          <w:kern w:val="0"/>
          <w:szCs w:val="21"/>
        </w:rPr>
        <w:t>、</w:t>
      </w:r>
      <w:r w:rsidRPr="003C38BD">
        <w:rPr>
          <w:rFonts w:ascii="ＭＳ 明朝" w:hAnsi="ＭＳ 明朝" w:cs="ＭＳ 明朝" w:hint="eastAsia"/>
          <w:kern w:val="0"/>
          <w:szCs w:val="21"/>
        </w:rPr>
        <w:t>栃木県補助金等交付規則第４条の規定により、</w:t>
      </w:r>
      <w:r w:rsidR="00BE61F9">
        <w:rPr>
          <w:rFonts w:ascii="ＭＳ 明朝" w:hAnsi="ＭＳ 明朝" w:cs="ＭＳ 明朝" w:hint="eastAsia"/>
          <w:kern w:val="0"/>
          <w:szCs w:val="21"/>
        </w:rPr>
        <w:t>下記のとおり</w:t>
      </w:r>
      <w:r w:rsidRPr="003C38BD">
        <w:rPr>
          <w:rFonts w:ascii="ＭＳ 明朝" w:hAnsi="ＭＳ 明朝" w:cs="ＭＳ 明朝" w:hint="eastAsia"/>
          <w:kern w:val="0"/>
          <w:szCs w:val="21"/>
        </w:rPr>
        <w:t>関係書類を添えて申請します。</w:t>
      </w:r>
    </w:p>
    <w:p w14:paraId="41FD8551" w14:textId="77777777" w:rsidR="00B64DE8" w:rsidRPr="003C38BD" w:rsidRDefault="00B64DE8" w:rsidP="00B64DE8">
      <w:pPr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35F05755" w14:textId="77777777" w:rsidR="00B64DE8" w:rsidRPr="00BF79FD" w:rsidRDefault="00BE61F9" w:rsidP="00BE61F9">
      <w:pPr>
        <w:jc w:val="center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hint="eastAsia"/>
          <w:spacing w:val="2"/>
          <w:kern w:val="0"/>
          <w:szCs w:val="21"/>
        </w:rPr>
        <w:t>記</w:t>
      </w:r>
    </w:p>
    <w:p w14:paraId="605328BA" w14:textId="77777777" w:rsidR="00BE61F9" w:rsidRDefault="00BE61F9" w:rsidP="00B64DE8">
      <w:pPr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 xml:space="preserve">１　交付申請額　</w:t>
      </w:r>
      <w:r w:rsidRPr="00BE61F9">
        <w:rPr>
          <w:rFonts w:ascii="ＭＳ 明朝" w:hAnsi="ＭＳ 明朝" w:cs="ＭＳ 明朝" w:hint="eastAsia"/>
          <w:kern w:val="0"/>
          <w:szCs w:val="21"/>
          <w:u w:val="single"/>
        </w:rPr>
        <w:t>金　　　　　　円</w:t>
      </w:r>
    </w:p>
    <w:p w14:paraId="714E4108" w14:textId="77777777" w:rsidR="00BE61F9" w:rsidRDefault="00BE61F9" w:rsidP="00B64DE8">
      <w:pPr>
        <w:textAlignment w:val="baseline"/>
        <w:rPr>
          <w:rFonts w:ascii="ＭＳ 明朝" w:hAnsi="ＭＳ 明朝" w:cs="ＭＳ 明朝"/>
          <w:kern w:val="0"/>
          <w:szCs w:val="21"/>
        </w:rPr>
      </w:pPr>
    </w:p>
    <w:p w14:paraId="6221CB76" w14:textId="77777777" w:rsidR="00024201" w:rsidRDefault="00024201" w:rsidP="00B64DE8">
      <w:pPr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２　補助を</w:t>
      </w:r>
      <w:r w:rsidR="009A3956">
        <w:rPr>
          <w:rFonts w:ascii="ＭＳ 明朝" w:hAnsi="ＭＳ 明朝" w:cs="ＭＳ 明朝" w:hint="eastAsia"/>
          <w:kern w:val="0"/>
          <w:szCs w:val="21"/>
        </w:rPr>
        <w:t>希望する</w:t>
      </w:r>
      <w:r>
        <w:rPr>
          <w:rFonts w:ascii="ＭＳ 明朝" w:hAnsi="ＭＳ 明朝" w:cs="ＭＳ 明朝" w:hint="eastAsia"/>
          <w:kern w:val="0"/>
          <w:szCs w:val="21"/>
        </w:rPr>
        <w:t>事業所名（　　　　　　　　　　　　）</w:t>
      </w:r>
    </w:p>
    <w:p w14:paraId="45875BF0" w14:textId="5D7780B0" w:rsidR="00024201" w:rsidRDefault="00024201" w:rsidP="00B64DE8">
      <w:pPr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 xml:space="preserve">　　・介護サービス</w:t>
      </w:r>
      <w:r w:rsidR="009A3956">
        <w:rPr>
          <w:rFonts w:ascii="ＭＳ 明朝" w:hAnsi="ＭＳ 明朝" w:cs="ＭＳ 明朝" w:hint="eastAsia"/>
          <w:kern w:val="0"/>
          <w:szCs w:val="21"/>
        </w:rPr>
        <w:t>事業所に該当</w:t>
      </w:r>
      <w:r w:rsidR="00D56714">
        <w:rPr>
          <w:rFonts w:ascii="ＭＳ 明朝" w:hAnsi="ＭＳ 明朝" w:cs="ＭＳ 明朝" w:hint="eastAsia"/>
          <w:kern w:val="0"/>
          <w:szCs w:val="21"/>
        </w:rPr>
        <w:t>（</w:t>
      </w:r>
      <w:r w:rsidR="009A3956">
        <w:rPr>
          <w:rFonts w:ascii="ＭＳ 明朝" w:hAnsi="ＭＳ 明朝" w:cs="ＭＳ 明朝" w:hint="eastAsia"/>
          <w:kern w:val="0"/>
          <w:szCs w:val="21"/>
        </w:rPr>
        <w:t>介護事業所番号　　　　　　　　　）</w:t>
      </w:r>
    </w:p>
    <w:p w14:paraId="74DED981" w14:textId="66F671B3" w:rsidR="009A3956" w:rsidRPr="009A3956" w:rsidRDefault="009A3956" w:rsidP="009A3956">
      <w:pPr>
        <w:ind w:leftChars="193" w:left="438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・老人福祉法に</w:t>
      </w:r>
      <w:r w:rsidR="00D56714">
        <w:rPr>
          <w:rFonts w:ascii="ＭＳ 明朝" w:hAnsi="ＭＳ 明朝" w:cs="ＭＳ 明朝" w:hint="eastAsia"/>
          <w:kern w:val="0"/>
          <w:szCs w:val="21"/>
        </w:rPr>
        <w:t>基づく事業所に該当</w:t>
      </w:r>
      <w:r>
        <w:rPr>
          <w:rFonts w:ascii="ＭＳ 明朝" w:hAnsi="ＭＳ 明朝" w:cs="ＭＳ 明朝" w:hint="eastAsia"/>
          <w:kern w:val="0"/>
          <w:szCs w:val="21"/>
        </w:rPr>
        <w:t>（</w:t>
      </w:r>
      <w:r w:rsidR="00D56714">
        <w:rPr>
          <w:rFonts w:ascii="ＭＳ 明朝" w:hAnsi="ＭＳ 明朝" w:cs="ＭＳ 明朝" w:hint="eastAsia"/>
          <w:kern w:val="0"/>
          <w:szCs w:val="21"/>
        </w:rPr>
        <w:t>養護老人ホーム・軽費老人ホーム</w:t>
      </w:r>
      <w:r>
        <w:rPr>
          <w:rFonts w:ascii="ＭＳ 明朝" w:hAnsi="ＭＳ 明朝" w:cs="ＭＳ 明朝" w:hint="eastAsia"/>
          <w:kern w:val="0"/>
          <w:szCs w:val="21"/>
        </w:rPr>
        <w:t>）</w:t>
      </w:r>
    </w:p>
    <w:p w14:paraId="244B2978" w14:textId="77777777" w:rsidR="00024201" w:rsidRDefault="00024201" w:rsidP="00B64DE8">
      <w:pPr>
        <w:textAlignment w:val="baseline"/>
        <w:rPr>
          <w:rFonts w:ascii="ＭＳ 明朝" w:hAnsi="ＭＳ 明朝" w:cs="ＭＳ 明朝"/>
          <w:kern w:val="0"/>
          <w:szCs w:val="21"/>
        </w:rPr>
      </w:pPr>
    </w:p>
    <w:p w14:paraId="7282A0F4" w14:textId="77777777" w:rsidR="00B64DE8" w:rsidRPr="00451BEB" w:rsidRDefault="009A3956" w:rsidP="00B64DE8">
      <w:pPr>
        <w:textAlignment w:val="baseline"/>
        <w:rPr>
          <w:rFonts w:ascii="ＭＳ 明朝" w:hAnsi="ＭＳ 明朝" w:cs="ＭＳ 明朝"/>
          <w:kern w:val="0"/>
          <w:szCs w:val="21"/>
        </w:rPr>
      </w:pPr>
      <w:r w:rsidRPr="00451BEB">
        <w:rPr>
          <w:rFonts w:ascii="ＭＳ 明朝" w:hAnsi="ＭＳ 明朝" w:cs="ＭＳ 明朝" w:hint="eastAsia"/>
          <w:kern w:val="0"/>
          <w:szCs w:val="21"/>
        </w:rPr>
        <w:t>３</w:t>
      </w:r>
      <w:r w:rsidR="00BE61F9" w:rsidRPr="00451BEB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B64DE8" w:rsidRPr="00451BEB">
        <w:rPr>
          <w:rFonts w:ascii="ＭＳ 明朝" w:hAnsi="ＭＳ 明朝" w:cs="ＭＳ 明朝" w:hint="eastAsia"/>
          <w:kern w:val="0"/>
          <w:szCs w:val="21"/>
        </w:rPr>
        <w:t>関係書類</w:t>
      </w:r>
    </w:p>
    <w:p w14:paraId="1865B1F8" w14:textId="730E907C" w:rsidR="00B60B37" w:rsidRPr="00451BEB" w:rsidRDefault="00B64DE8" w:rsidP="00B64DE8">
      <w:pPr>
        <w:textAlignment w:val="baseline"/>
        <w:rPr>
          <w:rFonts w:ascii="ＭＳ 明朝" w:hAnsi="ＭＳ 明朝" w:cs="ＭＳ 明朝"/>
          <w:kern w:val="0"/>
          <w:szCs w:val="21"/>
        </w:rPr>
      </w:pPr>
      <w:r w:rsidRPr="00451BEB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BE61F9" w:rsidRPr="00451BEB">
        <w:rPr>
          <w:rFonts w:ascii="ＭＳ 明朝" w:hAnsi="ＭＳ 明朝" w:cs="ＭＳ 明朝" w:hint="eastAsia"/>
          <w:kern w:val="0"/>
          <w:szCs w:val="21"/>
        </w:rPr>
        <w:t>⑴</w:t>
      </w:r>
      <w:r w:rsidR="00B60B37" w:rsidRPr="00451BEB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45267F" w:rsidRPr="00451BEB">
        <w:rPr>
          <w:rFonts w:ascii="ＭＳ 明朝" w:hAnsi="ＭＳ 明朝" w:cs="ＭＳ 明朝" w:hint="eastAsia"/>
          <w:kern w:val="0"/>
          <w:szCs w:val="21"/>
        </w:rPr>
        <w:t>令和７年度</w:t>
      </w:r>
      <w:r w:rsidR="00F731C6" w:rsidRPr="00451BEB">
        <w:rPr>
          <w:rFonts w:ascii="ＭＳ 明朝" w:hAnsi="ＭＳ 明朝" w:cs="ＭＳ 明朝" w:hint="eastAsia"/>
          <w:kern w:val="0"/>
          <w:szCs w:val="21"/>
        </w:rPr>
        <w:t>介護テクノロジー定着支援事業費補助金</w:t>
      </w:r>
      <w:r w:rsidR="00B60B37" w:rsidRPr="00451BEB">
        <w:rPr>
          <w:rFonts w:ascii="ＭＳ 明朝" w:hAnsi="ＭＳ 明朝" w:cs="ＭＳ 明朝" w:hint="eastAsia"/>
          <w:kern w:val="0"/>
          <w:szCs w:val="21"/>
        </w:rPr>
        <w:t>所要額調書（別紙１）</w:t>
      </w:r>
    </w:p>
    <w:p w14:paraId="10693E5B" w14:textId="1CFE25C4" w:rsidR="00B64DE8" w:rsidRPr="00451BEB" w:rsidRDefault="00BE61F9" w:rsidP="0015307D">
      <w:pPr>
        <w:ind w:firstLineChars="100" w:firstLine="227"/>
        <w:textAlignment w:val="baseline"/>
        <w:rPr>
          <w:rFonts w:ascii="ＭＳ 明朝" w:hAnsi="ＭＳ 明朝" w:cs="ＭＳ 明朝"/>
          <w:kern w:val="0"/>
          <w:szCs w:val="21"/>
        </w:rPr>
      </w:pPr>
      <w:r w:rsidRPr="00451BEB">
        <w:rPr>
          <w:rFonts w:ascii="ＭＳ 明朝" w:hAnsi="ＭＳ 明朝" w:cs="ＭＳ 明朝" w:hint="eastAsia"/>
          <w:kern w:val="0"/>
          <w:szCs w:val="21"/>
        </w:rPr>
        <w:t>⑵</w:t>
      </w:r>
      <w:r w:rsidR="00B60B37" w:rsidRPr="00451BEB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45267F" w:rsidRPr="00451BEB">
        <w:rPr>
          <w:rFonts w:ascii="ＭＳ 明朝" w:hAnsi="ＭＳ 明朝" w:cs="ＭＳ 明朝" w:hint="eastAsia"/>
          <w:kern w:val="0"/>
          <w:szCs w:val="21"/>
        </w:rPr>
        <w:t>令和７年度</w:t>
      </w:r>
      <w:r w:rsidR="003B01CF" w:rsidRPr="00451BEB">
        <w:rPr>
          <w:rFonts w:ascii="ＭＳ 明朝" w:hAnsi="ＭＳ 明朝" w:cs="ＭＳ 明朝" w:hint="eastAsia"/>
          <w:kern w:val="0"/>
          <w:szCs w:val="21"/>
        </w:rPr>
        <w:t>介護テクノロジー</w:t>
      </w:r>
      <w:r w:rsidR="006B6809" w:rsidRPr="00451BEB">
        <w:rPr>
          <w:rFonts w:ascii="ＭＳ 明朝" w:hAnsi="ＭＳ 明朝" w:cs="ＭＳ 明朝" w:hint="eastAsia"/>
          <w:kern w:val="0"/>
          <w:szCs w:val="21"/>
        </w:rPr>
        <w:t>定着支援事業費補助金</w:t>
      </w:r>
      <w:r w:rsidR="003B01CF" w:rsidRPr="00451BEB">
        <w:rPr>
          <w:rFonts w:ascii="ＭＳ 明朝" w:hAnsi="ＭＳ 明朝" w:cs="ＭＳ 明朝" w:hint="eastAsia"/>
          <w:kern w:val="0"/>
          <w:szCs w:val="21"/>
        </w:rPr>
        <w:t>事業</w:t>
      </w:r>
      <w:r w:rsidR="00AB288F" w:rsidRPr="00451BEB">
        <w:rPr>
          <w:rFonts w:ascii="ＭＳ 明朝" w:hAnsi="ＭＳ 明朝" w:cs="ＭＳ 明朝" w:hint="eastAsia"/>
          <w:kern w:val="0"/>
          <w:szCs w:val="21"/>
        </w:rPr>
        <w:t>計画書</w:t>
      </w:r>
      <w:r w:rsidR="00B64DE8" w:rsidRPr="00451BEB">
        <w:rPr>
          <w:rFonts w:ascii="ＭＳ 明朝" w:hAnsi="ＭＳ 明朝" w:cs="ＭＳ 明朝" w:hint="eastAsia"/>
          <w:kern w:val="0"/>
          <w:szCs w:val="21"/>
        </w:rPr>
        <w:t>（別紙</w:t>
      </w:r>
      <w:r w:rsidR="00B60B37" w:rsidRPr="00451BEB">
        <w:rPr>
          <w:rFonts w:ascii="ＭＳ 明朝" w:hAnsi="ＭＳ 明朝" w:cs="ＭＳ 明朝" w:hint="eastAsia"/>
          <w:kern w:val="0"/>
          <w:szCs w:val="21"/>
        </w:rPr>
        <w:t>２</w:t>
      </w:r>
      <w:r w:rsidR="00B64DE8" w:rsidRPr="00451BEB">
        <w:rPr>
          <w:rFonts w:ascii="ＭＳ 明朝" w:hAnsi="ＭＳ 明朝" w:cs="ＭＳ 明朝" w:hint="eastAsia"/>
          <w:kern w:val="0"/>
          <w:szCs w:val="21"/>
        </w:rPr>
        <w:t>）</w:t>
      </w:r>
    </w:p>
    <w:p w14:paraId="325FF6A5" w14:textId="1EC301DA" w:rsidR="00B64DE8" w:rsidRPr="00451BEB" w:rsidRDefault="00BE61F9" w:rsidP="00BE61F9">
      <w:pPr>
        <w:ind w:firstLineChars="100" w:firstLine="227"/>
        <w:textAlignment w:val="baseline"/>
        <w:rPr>
          <w:rFonts w:ascii="ＭＳ 明朝" w:hAnsi="ＭＳ 明朝"/>
          <w:spacing w:val="-20"/>
          <w:kern w:val="0"/>
          <w:szCs w:val="21"/>
        </w:rPr>
      </w:pPr>
      <w:r w:rsidRPr="00451BEB">
        <w:rPr>
          <w:rFonts w:ascii="ＭＳ 明朝" w:hAnsi="ＭＳ 明朝" w:cs="ＭＳ 明朝" w:hint="eastAsia"/>
          <w:kern w:val="0"/>
          <w:szCs w:val="21"/>
        </w:rPr>
        <w:t>⑶</w:t>
      </w:r>
      <w:r w:rsidR="001846B8" w:rsidRPr="00451BEB">
        <w:rPr>
          <w:rFonts w:ascii="ＭＳ 明朝" w:hAnsi="ＭＳ 明朝" w:cs="ＭＳ 明朝"/>
          <w:kern w:val="0"/>
          <w:szCs w:val="21"/>
        </w:rPr>
        <w:t xml:space="preserve">　</w:t>
      </w:r>
      <w:r w:rsidR="0045267F" w:rsidRPr="00451BEB">
        <w:rPr>
          <w:rFonts w:ascii="ＭＳ 明朝" w:hAnsi="ＭＳ 明朝" w:cs="ＭＳ 明朝" w:hint="eastAsia"/>
          <w:kern w:val="0"/>
          <w:szCs w:val="21"/>
        </w:rPr>
        <w:t>令和７年度介護テクノロジー定着支援事業費補助金</w:t>
      </w:r>
      <w:r w:rsidR="00DD6F5B" w:rsidRPr="00451BEB">
        <w:rPr>
          <w:rFonts w:ascii="ＭＳ 明朝" w:hAnsi="ＭＳ 明朝" w:cs="ＭＳ 明朝" w:hint="eastAsia"/>
          <w:kern w:val="0"/>
          <w:szCs w:val="21"/>
        </w:rPr>
        <w:t>歳入・歳出</w:t>
      </w:r>
      <w:r w:rsidR="00B60B37" w:rsidRPr="00451BEB">
        <w:rPr>
          <w:rFonts w:ascii="ＭＳ 明朝" w:hAnsi="ＭＳ 明朝" w:cs="ＭＳ 明朝" w:hint="eastAsia"/>
          <w:kern w:val="0"/>
          <w:szCs w:val="21"/>
        </w:rPr>
        <w:t>予算</w:t>
      </w:r>
      <w:r w:rsidR="00DD6F5B" w:rsidRPr="00451BEB">
        <w:rPr>
          <w:rFonts w:ascii="ＭＳ 明朝" w:hAnsi="ＭＳ 明朝" w:cs="ＭＳ 明朝" w:hint="eastAsia"/>
          <w:kern w:val="0"/>
          <w:szCs w:val="21"/>
        </w:rPr>
        <w:t>(見込)</w:t>
      </w:r>
      <w:r w:rsidR="00B60B37" w:rsidRPr="00451BEB">
        <w:rPr>
          <w:rFonts w:ascii="ＭＳ 明朝" w:hAnsi="ＭＳ 明朝" w:cs="ＭＳ 明朝" w:hint="eastAsia"/>
          <w:kern w:val="0"/>
          <w:szCs w:val="21"/>
        </w:rPr>
        <w:t>書</w:t>
      </w:r>
      <w:r w:rsidR="00B64DE8" w:rsidRPr="00451BEB">
        <w:rPr>
          <w:rFonts w:ascii="ＭＳ 明朝" w:hAnsi="ＭＳ 明朝" w:cs="ＭＳ 明朝" w:hint="eastAsia"/>
          <w:kern w:val="0"/>
          <w:szCs w:val="21"/>
        </w:rPr>
        <w:t>抄本</w:t>
      </w:r>
    </w:p>
    <w:p w14:paraId="2685D5FC" w14:textId="77777777" w:rsidR="00B64DE8" w:rsidRPr="00451BEB" w:rsidRDefault="00B64DE8" w:rsidP="00B64DE8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</w:p>
    <w:p w14:paraId="0028338F" w14:textId="77777777" w:rsidR="002E3792" w:rsidRDefault="002E3792" w:rsidP="00B64DE8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</w:p>
    <w:p w14:paraId="2A7E7697" w14:textId="77777777" w:rsidR="002E3792" w:rsidRDefault="002E3792" w:rsidP="00B64DE8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</w:p>
    <w:p w14:paraId="0899D2B7" w14:textId="77777777" w:rsidR="00D64859" w:rsidRPr="00D64859" w:rsidRDefault="00D64859" w:rsidP="00B64DE8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</w:p>
    <w:p w14:paraId="7FD143FA" w14:textId="77777777" w:rsidR="006D55A1" w:rsidRDefault="006D55A1" w:rsidP="00B64DE8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</w:p>
    <w:p w14:paraId="776EE74E" w14:textId="025CC293" w:rsidR="00BF79FD" w:rsidRDefault="00173E42" w:rsidP="00B64DE8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  <w:r>
        <w:rPr>
          <w:rFonts w:ascii="ＭＳ 明朝" w:hAnsi="ＭＳ 明朝" w:cs="ＭＳ 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71D3FB" wp14:editId="4833B2BC">
                <wp:simplePos x="0" y="0"/>
                <wp:positionH relativeFrom="column">
                  <wp:posOffset>5814695</wp:posOffset>
                </wp:positionH>
                <wp:positionV relativeFrom="paragraph">
                  <wp:posOffset>94615</wp:posOffset>
                </wp:positionV>
                <wp:extent cx="90805" cy="1457325"/>
                <wp:effectExtent l="0" t="0" r="0" b="0"/>
                <wp:wrapNone/>
                <wp:docPr id="197560600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457325"/>
                        </a:xfrm>
                        <a:prstGeom prst="rightBracket">
                          <a:avLst>
                            <a:gd name="adj" fmla="val 1337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CC533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left:0;text-align:left;margin-left:457.85pt;margin-top:7.45pt;width:7.15pt;height:11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">
                <v:textbox inset="5.85pt,.7pt,5.85pt,.7pt"/>
              </v:shape>
            </w:pict>
          </mc:Fallback>
        </mc:AlternateContent>
      </w:r>
      <w:r w:rsidR="002E3792">
        <w:rPr>
          <w:rFonts w:ascii="ＭＳ 明朝" w:hAnsi="ＭＳ 明朝" w:cs="ＭＳ ゴシック" w:hint="eastAsia"/>
          <w:kern w:val="0"/>
          <w:szCs w:val="21"/>
        </w:rPr>
        <w:t xml:space="preserve">　　　　　　　　　　　　　　　　　　　　（申請担当者及び決定通知書送付先）</w:t>
      </w:r>
      <w:r>
        <w:rPr>
          <w:rFonts w:ascii="ＭＳ 明朝" w:hAnsi="ＭＳ 明朝" w:cs="ＭＳ 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EA980AE" wp14:editId="401CF48B">
                <wp:simplePos x="0" y="0"/>
                <wp:positionH relativeFrom="column">
                  <wp:posOffset>2509520</wp:posOffset>
                </wp:positionH>
                <wp:positionV relativeFrom="paragraph">
                  <wp:posOffset>94615</wp:posOffset>
                </wp:positionV>
                <wp:extent cx="90805" cy="1390650"/>
                <wp:effectExtent l="0" t="0" r="0" b="0"/>
                <wp:wrapNone/>
                <wp:docPr id="183188516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90650"/>
                        </a:xfrm>
                        <a:prstGeom prst="leftBracket">
                          <a:avLst>
                            <a:gd name="adj" fmla="val 12762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0C81C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197.6pt;margin-top:7.45pt;width:7.15pt;height:10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">
                <v:textbox inset="5.85pt,.7pt,5.85pt,.7pt"/>
              </v:shape>
            </w:pict>
          </mc:Fallback>
        </mc:AlternateContent>
      </w:r>
    </w:p>
    <w:tbl>
      <w:tblPr>
        <w:tblW w:w="0" w:type="auto"/>
        <w:tblInd w:w="421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2922"/>
      </w:tblGrid>
      <w:tr w:rsidR="00F230F3" w14:paraId="24FAF2BB" w14:textId="77777777">
        <w:tc>
          <w:tcPr>
            <w:tcW w:w="1985" w:type="dxa"/>
            <w:shd w:val="clear" w:color="auto" w:fill="auto"/>
          </w:tcPr>
          <w:p w14:paraId="68839F82" w14:textId="504D1F1E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送付先郵便番号</w:t>
            </w:r>
          </w:p>
        </w:tc>
        <w:tc>
          <w:tcPr>
            <w:tcW w:w="3064" w:type="dxa"/>
            <w:shd w:val="clear" w:color="auto" w:fill="auto"/>
          </w:tcPr>
          <w:p w14:paraId="1C8B3EF5" w14:textId="77777777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1F74B6B0" w14:textId="77777777">
        <w:tc>
          <w:tcPr>
            <w:tcW w:w="1985" w:type="dxa"/>
            <w:shd w:val="clear" w:color="auto" w:fill="auto"/>
          </w:tcPr>
          <w:p w14:paraId="37A6A514" w14:textId="7485897D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送付先住所</w:t>
            </w:r>
          </w:p>
        </w:tc>
        <w:tc>
          <w:tcPr>
            <w:tcW w:w="3064" w:type="dxa"/>
            <w:shd w:val="clear" w:color="auto" w:fill="auto"/>
          </w:tcPr>
          <w:p w14:paraId="0F17CF34" w14:textId="77777777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1115C119" w14:textId="77777777">
        <w:tc>
          <w:tcPr>
            <w:tcW w:w="1985" w:type="dxa"/>
            <w:shd w:val="clear" w:color="auto" w:fill="auto"/>
          </w:tcPr>
          <w:p w14:paraId="39162FF3" w14:textId="5D01AE74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送付先事業所名</w:t>
            </w:r>
          </w:p>
        </w:tc>
        <w:tc>
          <w:tcPr>
            <w:tcW w:w="3064" w:type="dxa"/>
            <w:shd w:val="clear" w:color="auto" w:fill="auto"/>
          </w:tcPr>
          <w:p w14:paraId="233A5D30" w14:textId="77777777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69715D2A" w14:textId="77777777">
        <w:tc>
          <w:tcPr>
            <w:tcW w:w="1985" w:type="dxa"/>
            <w:shd w:val="clear" w:color="auto" w:fill="auto"/>
          </w:tcPr>
          <w:p w14:paraId="18257708" w14:textId="52FE342F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3064" w:type="dxa"/>
            <w:shd w:val="clear" w:color="auto" w:fill="auto"/>
          </w:tcPr>
          <w:p w14:paraId="70543490" w14:textId="77777777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0CF512F3" w14:textId="77777777">
        <w:tc>
          <w:tcPr>
            <w:tcW w:w="1985" w:type="dxa"/>
            <w:shd w:val="clear" w:color="auto" w:fill="auto"/>
          </w:tcPr>
          <w:p w14:paraId="7B5A52C7" w14:textId="5569DCD2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電話番号</w:t>
            </w:r>
          </w:p>
        </w:tc>
        <w:tc>
          <w:tcPr>
            <w:tcW w:w="3064" w:type="dxa"/>
            <w:shd w:val="clear" w:color="auto" w:fill="auto"/>
          </w:tcPr>
          <w:p w14:paraId="5326A782" w14:textId="77777777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4F5EB52D" w14:textId="77777777">
        <w:tc>
          <w:tcPr>
            <w:tcW w:w="1985" w:type="dxa"/>
            <w:shd w:val="clear" w:color="auto" w:fill="auto"/>
          </w:tcPr>
          <w:p w14:paraId="3F36AC49" w14:textId="10D919F4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E-mail</w:t>
            </w:r>
          </w:p>
        </w:tc>
        <w:tc>
          <w:tcPr>
            <w:tcW w:w="3064" w:type="dxa"/>
            <w:shd w:val="clear" w:color="auto" w:fill="auto"/>
          </w:tcPr>
          <w:p w14:paraId="2F7C51E6" w14:textId="77777777" w:rsidR="002E3792" w:rsidRDefault="002E3792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</w:tbl>
    <w:p w14:paraId="7F0871EC" w14:textId="77777777" w:rsidR="002E3792" w:rsidRDefault="002E3792" w:rsidP="00B64DE8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</w:p>
    <w:sectPr w:rsidR="002E3792" w:rsidSect="00AD78DB">
      <w:headerReference w:type="first" r:id="rId8"/>
      <w:pgSz w:w="11906" w:h="16838" w:code="9"/>
      <w:pgMar w:top="1701" w:right="1418" w:bottom="1701" w:left="1418" w:header="720" w:footer="720" w:gutter="0"/>
      <w:cols w:space="720"/>
      <w:noEndnote/>
      <w:titlePg/>
      <w:docGrid w:type="linesAndChars" w:linePitch="30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D9EC9" w14:textId="77777777" w:rsidR="005D71C5" w:rsidRDefault="005D71C5">
      <w:r>
        <w:separator/>
      </w:r>
    </w:p>
  </w:endnote>
  <w:endnote w:type="continuationSeparator" w:id="0">
    <w:p w14:paraId="4BB27549" w14:textId="77777777" w:rsidR="005D71C5" w:rsidRDefault="005D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8B412" w14:textId="77777777" w:rsidR="005D71C5" w:rsidRDefault="005D71C5">
      <w:r>
        <w:separator/>
      </w:r>
    </w:p>
  </w:footnote>
  <w:footnote w:type="continuationSeparator" w:id="0">
    <w:p w14:paraId="28909965" w14:textId="77777777" w:rsidR="005D71C5" w:rsidRDefault="005D7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43E3" w14:textId="77777777" w:rsidR="00CB33D9" w:rsidRDefault="00CB33D9" w:rsidP="0005397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94C16"/>
    <w:multiLevelType w:val="hybridMultilevel"/>
    <w:tmpl w:val="96AA6CCE"/>
    <w:lvl w:ilvl="0" w:tplc="F45E3D56">
      <w:start w:val="1"/>
      <w:numFmt w:val="decimalFullWidth"/>
      <w:lvlText w:val="第%1条"/>
      <w:lvlJc w:val="left"/>
      <w:pPr>
        <w:ind w:left="900" w:hanging="90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AD2A53"/>
    <w:multiLevelType w:val="hybridMultilevel"/>
    <w:tmpl w:val="CE46EA70"/>
    <w:lvl w:ilvl="0" w:tplc="29DEADD8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 w16cid:durableId="1837114880">
    <w:abstractNumId w:val="1"/>
  </w:num>
  <w:num w:numId="2" w16cid:durableId="1973827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7"/>
  <w:drawingGridVerticalSpacing w:val="305"/>
  <w:displayHorizontalDrawingGridEvery w:val="0"/>
  <w:doNotShadeFormData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850"/>
    <w:rsid w:val="0000176C"/>
    <w:rsid w:val="0000462D"/>
    <w:rsid w:val="000077D6"/>
    <w:rsid w:val="000125B1"/>
    <w:rsid w:val="000156B6"/>
    <w:rsid w:val="00015DA0"/>
    <w:rsid w:val="0001616A"/>
    <w:rsid w:val="00024201"/>
    <w:rsid w:val="000310A2"/>
    <w:rsid w:val="000370C3"/>
    <w:rsid w:val="0003771B"/>
    <w:rsid w:val="000406E8"/>
    <w:rsid w:val="00040BCA"/>
    <w:rsid w:val="000435CB"/>
    <w:rsid w:val="00046A38"/>
    <w:rsid w:val="0005159E"/>
    <w:rsid w:val="00053976"/>
    <w:rsid w:val="00057329"/>
    <w:rsid w:val="00063A93"/>
    <w:rsid w:val="00063D70"/>
    <w:rsid w:val="00065144"/>
    <w:rsid w:val="00071514"/>
    <w:rsid w:val="00075E0D"/>
    <w:rsid w:val="00075EDB"/>
    <w:rsid w:val="000814DD"/>
    <w:rsid w:val="00082310"/>
    <w:rsid w:val="00085F4F"/>
    <w:rsid w:val="0009411B"/>
    <w:rsid w:val="000A440C"/>
    <w:rsid w:val="000A48E1"/>
    <w:rsid w:val="000A7C00"/>
    <w:rsid w:val="000B2294"/>
    <w:rsid w:val="000B3924"/>
    <w:rsid w:val="000B4DD6"/>
    <w:rsid w:val="000B7E71"/>
    <w:rsid w:val="000C1DBA"/>
    <w:rsid w:val="000C4A5C"/>
    <w:rsid w:val="000D1CEE"/>
    <w:rsid w:val="000D5408"/>
    <w:rsid w:val="000D588F"/>
    <w:rsid w:val="000E1930"/>
    <w:rsid w:val="000F5CE9"/>
    <w:rsid w:val="00101E5B"/>
    <w:rsid w:val="00114D97"/>
    <w:rsid w:val="0012240C"/>
    <w:rsid w:val="00122D6D"/>
    <w:rsid w:val="0013332D"/>
    <w:rsid w:val="00133E00"/>
    <w:rsid w:val="0013683C"/>
    <w:rsid w:val="0013763E"/>
    <w:rsid w:val="00141362"/>
    <w:rsid w:val="0014736A"/>
    <w:rsid w:val="00152BD7"/>
    <w:rsid w:val="0015307D"/>
    <w:rsid w:val="00161055"/>
    <w:rsid w:val="001670F7"/>
    <w:rsid w:val="00171A3C"/>
    <w:rsid w:val="00173E42"/>
    <w:rsid w:val="00175D55"/>
    <w:rsid w:val="00182B68"/>
    <w:rsid w:val="001846B8"/>
    <w:rsid w:val="00193002"/>
    <w:rsid w:val="00194BAB"/>
    <w:rsid w:val="00196DDC"/>
    <w:rsid w:val="001A4F1A"/>
    <w:rsid w:val="001B4613"/>
    <w:rsid w:val="001C2A9E"/>
    <w:rsid w:val="001D089E"/>
    <w:rsid w:val="001D3348"/>
    <w:rsid w:val="001E3A2D"/>
    <w:rsid w:val="001E7F14"/>
    <w:rsid w:val="001F26B8"/>
    <w:rsid w:val="001F62BF"/>
    <w:rsid w:val="00200A0C"/>
    <w:rsid w:val="00203281"/>
    <w:rsid w:val="00212B68"/>
    <w:rsid w:val="002130AB"/>
    <w:rsid w:val="00215B8B"/>
    <w:rsid w:val="00217AFF"/>
    <w:rsid w:val="00233023"/>
    <w:rsid w:val="002375D6"/>
    <w:rsid w:val="00241598"/>
    <w:rsid w:val="00242D97"/>
    <w:rsid w:val="002454BC"/>
    <w:rsid w:val="00247624"/>
    <w:rsid w:val="00254A9D"/>
    <w:rsid w:val="00256E02"/>
    <w:rsid w:val="00273678"/>
    <w:rsid w:val="002841ED"/>
    <w:rsid w:val="00292848"/>
    <w:rsid w:val="002936C7"/>
    <w:rsid w:val="0029515B"/>
    <w:rsid w:val="002A13E1"/>
    <w:rsid w:val="002A2AD1"/>
    <w:rsid w:val="002A66E3"/>
    <w:rsid w:val="002B2433"/>
    <w:rsid w:val="002B2E34"/>
    <w:rsid w:val="002B512E"/>
    <w:rsid w:val="002C0449"/>
    <w:rsid w:val="002C23D1"/>
    <w:rsid w:val="002C4144"/>
    <w:rsid w:val="002C6C50"/>
    <w:rsid w:val="002D64AF"/>
    <w:rsid w:val="002E21ED"/>
    <w:rsid w:val="002E3792"/>
    <w:rsid w:val="002E72AB"/>
    <w:rsid w:val="002E7B0F"/>
    <w:rsid w:val="002F2829"/>
    <w:rsid w:val="002F73CD"/>
    <w:rsid w:val="00304370"/>
    <w:rsid w:val="00306D19"/>
    <w:rsid w:val="00306F13"/>
    <w:rsid w:val="003138D8"/>
    <w:rsid w:val="0031441E"/>
    <w:rsid w:val="00321CAC"/>
    <w:rsid w:val="00326E81"/>
    <w:rsid w:val="00332762"/>
    <w:rsid w:val="00335F88"/>
    <w:rsid w:val="00337834"/>
    <w:rsid w:val="00346875"/>
    <w:rsid w:val="00346EA9"/>
    <w:rsid w:val="003471A9"/>
    <w:rsid w:val="00347EA5"/>
    <w:rsid w:val="0035060B"/>
    <w:rsid w:val="00352C15"/>
    <w:rsid w:val="00362F85"/>
    <w:rsid w:val="00376164"/>
    <w:rsid w:val="0038473D"/>
    <w:rsid w:val="00385CD5"/>
    <w:rsid w:val="00386CFD"/>
    <w:rsid w:val="003A221F"/>
    <w:rsid w:val="003A42DD"/>
    <w:rsid w:val="003A573D"/>
    <w:rsid w:val="003A60B4"/>
    <w:rsid w:val="003B01CF"/>
    <w:rsid w:val="003B3CE2"/>
    <w:rsid w:val="003C29B8"/>
    <w:rsid w:val="003C38BD"/>
    <w:rsid w:val="003C3B3D"/>
    <w:rsid w:val="003C7E80"/>
    <w:rsid w:val="003E02CB"/>
    <w:rsid w:val="003F77EE"/>
    <w:rsid w:val="00411802"/>
    <w:rsid w:val="00415508"/>
    <w:rsid w:val="004162C8"/>
    <w:rsid w:val="004269C7"/>
    <w:rsid w:val="00431618"/>
    <w:rsid w:val="0043261F"/>
    <w:rsid w:val="00436DAC"/>
    <w:rsid w:val="00440296"/>
    <w:rsid w:val="00441544"/>
    <w:rsid w:val="004446DD"/>
    <w:rsid w:val="004454BF"/>
    <w:rsid w:val="00447EA2"/>
    <w:rsid w:val="0045018C"/>
    <w:rsid w:val="00451BEB"/>
    <w:rsid w:val="0045267F"/>
    <w:rsid w:val="004552A7"/>
    <w:rsid w:val="00457DEB"/>
    <w:rsid w:val="00463256"/>
    <w:rsid w:val="00463652"/>
    <w:rsid w:val="00463A5B"/>
    <w:rsid w:val="004657AE"/>
    <w:rsid w:val="004665B5"/>
    <w:rsid w:val="0047160B"/>
    <w:rsid w:val="00483E63"/>
    <w:rsid w:val="0049268C"/>
    <w:rsid w:val="00492D8D"/>
    <w:rsid w:val="004942C2"/>
    <w:rsid w:val="00494F34"/>
    <w:rsid w:val="004A1AF8"/>
    <w:rsid w:val="004A233E"/>
    <w:rsid w:val="004A7180"/>
    <w:rsid w:val="004A7BCB"/>
    <w:rsid w:val="004B0A9E"/>
    <w:rsid w:val="004B60DF"/>
    <w:rsid w:val="004C0952"/>
    <w:rsid w:val="004D171C"/>
    <w:rsid w:val="004D2BC6"/>
    <w:rsid w:val="004D3EA4"/>
    <w:rsid w:val="004E3217"/>
    <w:rsid w:val="004F0913"/>
    <w:rsid w:val="004F2F19"/>
    <w:rsid w:val="004F3BE1"/>
    <w:rsid w:val="004F53DE"/>
    <w:rsid w:val="00500B7A"/>
    <w:rsid w:val="00510823"/>
    <w:rsid w:val="00520B74"/>
    <w:rsid w:val="0052307E"/>
    <w:rsid w:val="00525A81"/>
    <w:rsid w:val="005337F1"/>
    <w:rsid w:val="00535DDF"/>
    <w:rsid w:val="00541F4F"/>
    <w:rsid w:val="0054719A"/>
    <w:rsid w:val="00547E30"/>
    <w:rsid w:val="00562A54"/>
    <w:rsid w:val="00572C09"/>
    <w:rsid w:val="00573249"/>
    <w:rsid w:val="00574953"/>
    <w:rsid w:val="0057583A"/>
    <w:rsid w:val="0058087D"/>
    <w:rsid w:val="0058723F"/>
    <w:rsid w:val="0059557D"/>
    <w:rsid w:val="00597778"/>
    <w:rsid w:val="005A2F81"/>
    <w:rsid w:val="005A4FBD"/>
    <w:rsid w:val="005A66BA"/>
    <w:rsid w:val="005C0AF5"/>
    <w:rsid w:val="005C390A"/>
    <w:rsid w:val="005C4499"/>
    <w:rsid w:val="005C514F"/>
    <w:rsid w:val="005D21AC"/>
    <w:rsid w:val="005D50AC"/>
    <w:rsid w:val="005D71C5"/>
    <w:rsid w:val="005E024A"/>
    <w:rsid w:val="005E02EF"/>
    <w:rsid w:val="005E221D"/>
    <w:rsid w:val="005E256E"/>
    <w:rsid w:val="005E3979"/>
    <w:rsid w:val="005E3F92"/>
    <w:rsid w:val="005E5590"/>
    <w:rsid w:val="005F3E48"/>
    <w:rsid w:val="005F50D1"/>
    <w:rsid w:val="006060A1"/>
    <w:rsid w:val="006065C4"/>
    <w:rsid w:val="00613E69"/>
    <w:rsid w:val="00617D2E"/>
    <w:rsid w:val="00624505"/>
    <w:rsid w:val="00634D94"/>
    <w:rsid w:val="00646179"/>
    <w:rsid w:val="00647968"/>
    <w:rsid w:val="00650486"/>
    <w:rsid w:val="00650AA0"/>
    <w:rsid w:val="006515A8"/>
    <w:rsid w:val="0065364A"/>
    <w:rsid w:val="00656E31"/>
    <w:rsid w:val="00670FBD"/>
    <w:rsid w:val="00673EAE"/>
    <w:rsid w:val="0067403E"/>
    <w:rsid w:val="0067753B"/>
    <w:rsid w:val="0068722D"/>
    <w:rsid w:val="00687F27"/>
    <w:rsid w:val="006A2C91"/>
    <w:rsid w:val="006B2ABC"/>
    <w:rsid w:val="006B3CD3"/>
    <w:rsid w:val="006B6390"/>
    <w:rsid w:val="006B6809"/>
    <w:rsid w:val="006C7D97"/>
    <w:rsid w:val="006D1C44"/>
    <w:rsid w:val="006D254C"/>
    <w:rsid w:val="006D4E1C"/>
    <w:rsid w:val="006D55A1"/>
    <w:rsid w:val="006D6E20"/>
    <w:rsid w:val="006E2458"/>
    <w:rsid w:val="006E3AD2"/>
    <w:rsid w:val="006E3F9F"/>
    <w:rsid w:val="006E52A7"/>
    <w:rsid w:val="006E7E89"/>
    <w:rsid w:val="006F74C8"/>
    <w:rsid w:val="0070414C"/>
    <w:rsid w:val="00704522"/>
    <w:rsid w:val="007053C5"/>
    <w:rsid w:val="0071119E"/>
    <w:rsid w:val="00712CBB"/>
    <w:rsid w:val="00724AFC"/>
    <w:rsid w:val="007318FC"/>
    <w:rsid w:val="00732B03"/>
    <w:rsid w:val="00735FFD"/>
    <w:rsid w:val="0073635D"/>
    <w:rsid w:val="00744D95"/>
    <w:rsid w:val="00753FCB"/>
    <w:rsid w:val="007570D3"/>
    <w:rsid w:val="00763242"/>
    <w:rsid w:val="007812FB"/>
    <w:rsid w:val="00782FCC"/>
    <w:rsid w:val="00784A5A"/>
    <w:rsid w:val="007860C3"/>
    <w:rsid w:val="00787547"/>
    <w:rsid w:val="007957C7"/>
    <w:rsid w:val="007A66E2"/>
    <w:rsid w:val="007B7B90"/>
    <w:rsid w:val="007B7EBF"/>
    <w:rsid w:val="007D1CE2"/>
    <w:rsid w:val="007E1457"/>
    <w:rsid w:val="007E1F31"/>
    <w:rsid w:val="007E4C2F"/>
    <w:rsid w:val="007E5595"/>
    <w:rsid w:val="007E5C35"/>
    <w:rsid w:val="007F46F9"/>
    <w:rsid w:val="007F7F72"/>
    <w:rsid w:val="00810097"/>
    <w:rsid w:val="0081010B"/>
    <w:rsid w:val="00810E05"/>
    <w:rsid w:val="00823D8A"/>
    <w:rsid w:val="00824305"/>
    <w:rsid w:val="008308B7"/>
    <w:rsid w:val="00852134"/>
    <w:rsid w:val="00856A82"/>
    <w:rsid w:val="00856D84"/>
    <w:rsid w:val="0085756A"/>
    <w:rsid w:val="008625F5"/>
    <w:rsid w:val="00862D37"/>
    <w:rsid w:val="00864EFD"/>
    <w:rsid w:val="008724D4"/>
    <w:rsid w:val="008749DA"/>
    <w:rsid w:val="00883F83"/>
    <w:rsid w:val="008841BC"/>
    <w:rsid w:val="00886719"/>
    <w:rsid w:val="00896A2D"/>
    <w:rsid w:val="008974C8"/>
    <w:rsid w:val="008A282A"/>
    <w:rsid w:val="008A6C68"/>
    <w:rsid w:val="008B4966"/>
    <w:rsid w:val="008B79E7"/>
    <w:rsid w:val="008B7FBD"/>
    <w:rsid w:val="008C4327"/>
    <w:rsid w:val="008C6A33"/>
    <w:rsid w:val="008E1364"/>
    <w:rsid w:val="008E54C4"/>
    <w:rsid w:val="008F5155"/>
    <w:rsid w:val="009025C0"/>
    <w:rsid w:val="0090607F"/>
    <w:rsid w:val="00911949"/>
    <w:rsid w:val="00913181"/>
    <w:rsid w:val="00927800"/>
    <w:rsid w:val="009322A9"/>
    <w:rsid w:val="00932398"/>
    <w:rsid w:val="00933CBC"/>
    <w:rsid w:val="00943185"/>
    <w:rsid w:val="00947539"/>
    <w:rsid w:val="0095312A"/>
    <w:rsid w:val="009614A0"/>
    <w:rsid w:val="00962E45"/>
    <w:rsid w:val="009649BE"/>
    <w:rsid w:val="009727FD"/>
    <w:rsid w:val="00973F90"/>
    <w:rsid w:val="00975D1F"/>
    <w:rsid w:val="009762C7"/>
    <w:rsid w:val="00976FB0"/>
    <w:rsid w:val="0098186A"/>
    <w:rsid w:val="00992C7D"/>
    <w:rsid w:val="00995B09"/>
    <w:rsid w:val="00997BA2"/>
    <w:rsid w:val="009A3956"/>
    <w:rsid w:val="009B5FD3"/>
    <w:rsid w:val="009C5AEA"/>
    <w:rsid w:val="009C7726"/>
    <w:rsid w:val="009D0EBE"/>
    <w:rsid w:val="009D5666"/>
    <w:rsid w:val="009F5E12"/>
    <w:rsid w:val="009F6E01"/>
    <w:rsid w:val="00A214C8"/>
    <w:rsid w:val="00A21BED"/>
    <w:rsid w:val="00A31CC5"/>
    <w:rsid w:val="00A328E0"/>
    <w:rsid w:val="00A4265C"/>
    <w:rsid w:val="00A4524D"/>
    <w:rsid w:val="00A45A29"/>
    <w:rsid w:val="00A500E3"/>
    <w:rsid w:val="00A50FF4"/>
    <w:rsid w:val="00A57F74"/>
    <w:rsid w:val="00A67425"/>
    <w:rsid w:val="00A720DC"/>
    <w:rsid w:val="00A75046"/>
    <w:rsid w:val="00A852EA"/>
    <w:rsid w:val="00A855D1"/>
    <w:rsid w:val="00A93606"/>
    <w:rsid w:val="00AA3697"/>
    <w:rsid w:val="00AA5D3C"/>
    <w:rsid w:val="00AB288F"/>
    <w:rsid w:val="00AB2B0D"/>
    <w:rsid w:val="00AC3414"/>
    <w:rsid w:val="00AD12CD"/>
    <w:rsid w:val="00AD4236"/>
    <w:rsid w:val="00AD78DB"/>
    <w:rsid w:val="00AE15B7"/>
    <w:rsid w:val="00AE24C9"/>
    <w:rsid w:val="00AE4582"/>
    <w:rsid w:val="00AE4C46"/>
    <w:rsid w:val="00AF100B"/>
    <w:rsid w:val="00AF168C"/>
    <w:rsid w:val="00AF6736"/>
    <w:rsid w:val="00AF7D12"/>
    <w:rsid w:val="00B03687"/>
    <w:rsid w:val="00B11587"/>
    <w:rsid w:val="00B14821"/>
    <w:rsid w:val="00B34E3F"/>
    <w:rsid w:val="00B52961"/>
    <w:rsid w:val="00B57935"/>
    <w:rsid w:val="00B60B37"/>
    <w:rsid w:val="00B61A8E"/>
    <w:rsid w:val="00B64DE8"/>
    <w:rsid w:val="00B66ACF"/>
    <w:rsid w:val="00B66DFF"/>
    <w:rsid w:val="00B77477"/>
    <w:rsid w:val="00B8418F"/>
    <w:rsid w:val="00B879E9"/>
    <w:rsid w:val="00B87A72"/>
    <w:rsid w:val="00B9604A"/>
    <w:rsid w:val="00BA7800"/>
    <w:rsid w:val="00BB5C49"/>
    <w:rsid w:val="00BB6AE9"/>
    <w:rsid w:val="00BC07A9"/>
    <w:rsid w:val="00BC0E6A"/>
    <w:rsid w:val="00BD0FC7"/>
    <w:rsid w:val="00BD328C"/>
    <w:rsid w:val="00BE61F9"/>
    <w:rsid w:val="00BF4429"/>
    <w:rsid w:val="00BF79FD"/>
    <w:rsid w:val="00C02850"/>
    <w:rsid w:val="00C07D81"/>
    <w:rsid w:val="00C128A7"/>
    <w:rsid w:val="00C12E8A"/>
    <w:rsid w:val="00C158A5"/>
    <w:rsid w:val="00C31D80"/>
    <w:rsid w:val="00C32DE8"/>
    <w:rsid w:val="00C3429B"/>
    <w:rsid w:val="00C36274"/>
    <w:rsid w:val="00C55402"/>
    <w:rsid w:val="00C556AF"/>
    <w:rsid w:val="00C57DF5"/>
    <w:rsid w:val="00C6612F"/>
    <w:rsid w:val="00C66D7E"/>
    <w:rsid w:val="00C678DA"/>
    <w:rsid w:val="00C87235"/>
    <w:rsid w:val="00C90326"/>
    <w:rsid w:val="00C91870"/>
    <w:rsid w:val="00C93566"/>
    <w:rsid w:val="00C94945"/>
    <w:rsid w:val="00CA2564"/>
    <w:rsid w:val="00CA4053"/>
    <w:rsid w:val="00CB33D9"/>
    <w:rsid w:val="00CB6C8A"/>
    <w:rsid w:val="00CD2DC9"/>
    <w:rsid w:val="00CD557D"/>
    <w:rsid w:val="00CE109C"/>
    <w:rsid w:val="00CE1F75"/>
    <w:rsid w:val="00CE4DB8"/>
    <w:rsid w:val="00CF1412"/>
    <w:rsid w:val="00CF35D2"/>
    <w:rsid w:val="00CF370F"/>
    <w:rsid w:val="00CF5BBD"/>
    <w:rsid w:val="00D00C57"/>
    <w:rsid w:val="00D12A18"/>
    <w:rsid w:val="00D2176F"/>
    <w:rsid w:val="00D25FC4"/>
    <w:rsid w:val="00D34199"/>
    <w:rsid w:val="00D35EAA"/>
    <w:rsid w:val="00D51007"/>
    <w:rsid w:val="00D5127E"/>
    <w:rsid w:val="00D56714"/>
    <w:rsid w:val="00D60E25"/>
    <w:rsid w:val="00D6116C"/>
    <w:rsid w:val="00D6354A"/>
    <w:rsid w:val="00D63756"/>
    <w:rsid w:val="00D64859"/>
    <w:rsid w:val="00D760C1"/>
    <w:rsid w:val="00D8433B"/>
    <w:rsid w:val="00DA4215"/>
    <w:rsid w:val="00DA69BB"/>
    <w:rsid w:val="00DA6DA6"/>
    <w:rsid w:val="00DA7467"/>
    <w:rsid w:val="00DA7BA9"/>
    <w:rsid w:val="00DB4CA6"/>
    <w:rsid w:val="00DB710A"/>
    <w:rsid w:val="00DC2079"/>
    <w:rsid w:val="00DC3825"/>
    <w:rsid w:val="00DC4893"/>
    <w:rsid w:val="00DC5495"/>
    <w:rsid w:val="00DC6CCA"/>
    <w:rsid w:val="00DD22FB"/>
    <w:rsid w:val="00DD401A"/>
    <w:rsid w:val="00DD6F5B"/>
    <w:rsid w:val="00DE27DB"/>
    <w:rsid w:val="00DE4555"/>
    <w:rsid w:val="00DE6993"/>
    <w:rsid w:val="00DF06D7"/>
    <w:rsid w:val="00DF6686"/>
    <w:rsid w:val="00E0386C"/>
    <w:rsid w:val="00E13A23"/>
    <w:rsid w:val="00E23DD5"/>
    <w:rsid w:val="00E32EE5"/>
    <w:rsid w:val="00E364BD"/>
    <w:rsid w:val="00E4063C"/>
    <w:rsid w:val="00E476A7"/>
    <w:rsid w:val="00E477C3"/>
    <w:rsid w:val="00E513CF"/>
    <w:rsid w:val="00E61254"/>
    <w:rsid w:val="00E76400"/>
    <w:rsid w:val="00E7730C"/>
    <w:rsid w:val="00E86E5C"/>
    <w:rsid w:val="00EA3096"/>
    <w:rsid w:val="00EA5B40"/>
    <w:rsid w:val="00EA6E34"/>
    <w:rsid w:val="00EB1C2E"/>
    <w:rsid w:val="00EB762E"/>
    <w:rsid w:val="00EC18F0"/>
    <w:rsid w:val="00EE2F61"/>
    <w:rsid w:val="00EF02F8"/>
    <w:rsid w:val="00EF0D71"/>
    <w:rsid w:val="00EF18DA"/>
    <w:rsid w:val="00F06DFB"/>
    <w:rsid w:val="00F11744"/>
    <w:rsid w:val="00F230F3"/>
    <w:rsid w:val="00F23C15"/>
    <w:rsid w:val="00F325B8"/>
    <w:rsid w:val="00F33372"/>
    <w:rsid w:val="00F374F4"/>
    <w:rsid w:val="00F432F5"/>
    <w:rsid w:val="00F442F9"/>
    <w:rsid w:val="00F45804"/>
    <w:rsid w:val="00F53EE8"/>
    <w:rsid w:val="00F576BC"/>
    <w:rsid w:val="00F57939"/>
    <w:rsid w:val="00F72919"/>
    <w:rsid w:val="00F731C6"/>
    <w:rsid w:val="00F74232"/>
    <w:rsid w:val="00F8090E"/>
    <w:rsid w:val="00F814F3"/>
    <w:rsid w:val="00FA57E0"/>
    <w:rsid w:val="00FA59E9"/>
    <w:rsid w:val="00FB0A22"/>
    <w:rsid w:val="00FB14FB"/>
    <w:rsid w:val="00FC2C54"/>
    <w:rsid w:val="00FC6C4D"/>
    <w:rsid w:val="00FC7754"/>
    <w:rsid w:val="00FD704E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6649761A"/>
  <w15:chartTrackingRefBased/>
  <w15:docId w15:val="{8E73577F-FFE0-4D00-AFAA-D001681A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D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8" w:lineRule="exact"/>
      <w:jc w:val="both"/>
    </w:pPr>
    <w:rPr>
      <w:rFonts w:cs="ＭＳ 明朝"/>
      <w:spacing w:val="-1"/>
      <w:sz w:val="24"/>
      <w:szCs w:val="24"/>
    </w:rPr>
  </w:style>
  <w:style w:type="paragraph" w:styleId="Web">
    <w:name w:val="Normal (Web)"/>
    <w:basedOn w:val="a"/>
    <w:rsid w:val="00B64D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Balloon Text"/>
    <w:basedOn w:val="a"/>
    <w:semiHidden/>
    <w:rsid w:val="006E2458"/>
    <w:rPr>
      <w:rFonts w:ascii="Arial" w:eastAsia="ＭＳ ゴシック" w:hAnsi="Arial"/>
      <w:sz w:val="18"/>
      <w:szCs w:val="18"/>
    </w:rPr>
  </w:style>
  <w:style w:type="character" w:styleId="a5">
    <w:name w:val="Hyperlink"/>
    <w:rsid w:val="00411802"/>
    <w:rPr>
      <w:color w:val="000000"/>
      <w:u w:val="single"/>
    </w:rPr>
  </w:style>
  <w:style w:type="paragraph" w:styleId="a6">
    <w:name w:val="header"/>
    <w:basedOn w:val="a"/>
    <w:rsid w:val="0005397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53976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uiPriority w:val="59"/>
    <w:rsid w:val="00DC6CC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B11587"/>
    <w:pPr>
      <w:jc w:val="center"/>
    </w:pPr>
    <w:rPr>
      <w:rFonts w:ascii="ＭＳ 明朝" w:hAnsi="ＭＳ 明朝" w:cs="ＭＳ 明朝"/>
      <w:kern w:val="0"/>
      <w:szCs w:val="21"/>
    </w:rPr>
  </w:style>
  <w:style w:type="character" w:customStyle="1" w:styleId="aa">
    <w:name w:val="記 (文字)"/>
    <w:link w:val="a9"/>
    <w:uiPriority w:val="99"/>
    <w:rsid w:val="00B11587"/>
    <w:rPr>
      <w:rFonts w:ascii="ＭＳ 明朝" w:hAnsi="ＭＳ 明朝" w:cs="ＭＳ 明朝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B11587"/>
    <w:pPr>
      <w:jc w:val="right"/>
    </w:pPr>
    <w:rPr>
      <w:rFonts w:ascii="ＭＳ 明朝" w:hAnsi="ＭＳ 明朝" w:cs="ＭＳ 明朝"/>
      <w:kern w:val="0"/>
      <w:szCs w:val="21"/>
    </w:rPr>
  </w:style>
  <w:style w:type="character" w:customStyle="1" w:styleId="ac">
    <w:name w:val="結語 (文字)"/>
    <w:link w:val="ab"/>
    <w:uiPriority w:val="99"/>
    <w:rsid w:val="00B11587"/>
    <w:rPr>
      <w:rFonts w:ascii="ＭＳ 明朝" w:hAns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42373\Documents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E4E63-776C-478B-9349-119DAE29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2</TotalTime>
  <Pages>1</Pages>
  <Words>380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障害者自立支援特別対策事業費補助金交付要領（案）</vt:lpstr>
      <vt:lpstr>障害者自立支援特別対策事業費補助金交付要領（案）</vt:lpstr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障害者自立支援特別対策事業費補助金交付要領（案）</dc:title>
  <dc:subject/>
  <dc:creator>栃木県</dc:creator>
  <cp:keywords/>
  <cp:lastModifiedBy>関口　嵩</cp:lastModifiedBy>
  <cp:revision>3</cp:revision>
  <cp:lastPrinted>2025-07-03T01:10:00Z</cp:lastPrinted>
  <dcterms:created xsi:type="dcterms:W3CDTF">2025-07-04T06:10:00Z</dcterms:created>
  <dcterms:modified xsi:type="dcterms:W3CDTF">2025-07-04T06:11:00Z</dcterms:modified>
</cp:coreProperties>
</file>